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CD531F" w:rsidRDefault="00CD531F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D0F45" w:rsidRDefault="00E86034" w:rsidP="00DD0F45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C44242">
        <w:rPr>
          <w:rFonts w:ascii="Arial" w:eastAsia="Arial Unicode MS" w:hAnsi="Arial" w:cs="Arial"/>
          <w:b/>
          <w:bCs/>
          <w:sz w:val="20"/>
          <w:szCs w:val="20"/>
        </w:rPr>
        <w:t>2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>POLIZZA ALL RISKS APPARECCHIATURE ELETTRONICHE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CD531F" w:rsidRDefault="00CD531F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nato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..............................................…, il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</w:t>
      </w:r>
      <w:proofErr w:type="spellStart"/>
      <w:r w:rsidR="00543D58">
        <w:rPr>
          <w:rFonts w:ascii="Arial" w:eastAsia="Arial Unicode MS" w:hAnsi="Arial" w:cs="Arial"/>
          <w:sz w:val="20"/>
          <w:szCs w:val="20"/>
        </w:rPr>
        <w:t>…………………………………………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Codice Fiscale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nella sua qualità di  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della Ditta (Ragione Sociale)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Partita IVA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C.F. ….......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Sede Legale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….......................................…...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</w:p>
    <w:p w:rsidR="00E86034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D13570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BD5C32" w:rsidRPr="00545094" w:rsidTr="00D13570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BD5C32" w:rsidRPr="00541F49" w:rsidRDefault="00BD5C32" w:rsidP="00D13570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BD5C32" w:rsidRPr="00545094" w:rsidRDefault="00BD5C32" w:rsidP="00D13570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BD5C32" w:rsidRPr="00B514A1" w:rsidRDefault="00AF7DC5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BD5C32" w:rsidRPr="00545094" w:rsidTr="00F6324E">
        <w:trPr>
          <w:trHeight w:val="567"/>
        </w:trPr>
        <w:tc>
          <w:tcPr>
            <w:tcW w:w="1543" w:type="pct"/>
            <w:vMerge w:val="restart"/>
            <w:vAlign w:val="center"/>
          </w:tcPr>
          <w:p w:rsidR="00BD5C32" w:rsidRPr="00333707" w:rsidRDefault="00BD5C32" w:rsidP="00BD5C3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333707">
              <w:rPr>
                <w:rFonts w:ascii="Arial" w:eastAsia="Arial Unicode MS" w:hAnsi="Arial" w:cs="Arial"/>
                <w:sz w:val="20"/>
                <w:szCs w:val="20"/>
              </w:rPr>
              <w:t>Art. 27 (danni da furto);</w:t>
            </w:r>
          </w:p>
          <w:p w:rsidR="00BD5C32" w:rsidRPr="00040ED1" w:rsidRDefault="00BD5C32" w:rsidP="00BD5C3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 per ogni sinistro ad € </w:t>
            </w:r>
            <w:r w:rsidR="00335784">
              <w:rPr>
                <w:rFonts w:ascii="Arial" w:hAnsi="Arial" w:cs="Arial"/>
                <w:sz w:val="20"/>
                <w:szCs w:val="20"/>
              </w:rPr>
              <w:t>25</w:t>
            </w:r>
            <w:r w:rsidRPr="00DF7218">
              <w:rPr>
                <w:rFonts w:ascii="Arial" w:hAnsi="Arial" w:cs="Arial"/>
                <w:sz w:val="20"/>
                <w:szCs w:val="20"/>
              </w:rPr>
              <w:t>0,00.=</w:t>
            </w:r>
          </w:p>
        </w:tc>
        <w:tc>
          <w:tcPr>
            <w:tcW w:w="736" w:type="pct"/>
            <w:vAlign w:val="center"/>
          </w:tcPr>
          <w:p w:rsidR="00BD5C32" w:rsidRPr="00B514A1" w:rsidRDefault="001111E8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F6324E">
        <w:trPr>
          <w:trHeight w:val="567"/>
        </w:trPr>
        <w:tc>
          <w:tcPr>
            <w:tcW w:w="1543" w:type="pct"/>
            <w:vMerge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 xml:space="preserve">Riduzione franchigia </w:t>
            </w:r>
            <w:r>
              <w:rPr>
                <w:rFonts w:ascii="Arial" w:hAnsi="Arial" w:cs="Arial"/>
                <w:sz w:val="20"/>
                <w:szCs w:val="20"/>
              </w:rPr>
              <w:t>minima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 per ogni sinistro ad € </w:t>
            </w:r>
            <w:r w:rsidR="00335784">
              <w:rPr>
                <w:rFonts w:ascii="Arial" w:hAnsi="Arial" w:cs="Arial"/>
                <w:sz w:val="20"/>
                <w:szCs w:val="20"/>
              </w:rPr>
              <w:t>1</w:t>
            </w:r>
            <w:r w:rsidRPr="00DF7218">
              <w:rPr>
                <w:rFonts w:ascii="Arial" w:hAnsi="Arial" w:cs="Arial"/>
                <w:sz w:val="20"/>
                <w:szCs w:val="20"/>
              </w:rPr>
              <w:t>50,00.=</w:t>
            </w:r>
          </w:p>
        </w:tc>
        <w:tc>
          <w:tcPr>
            <w:tcW w:w="736" w:type="pct"/>
            <w:vAlign w:val="center"/>
          </w:tcPr>
          <w:p w:rsidR="00BD5C32" w:rsidRPr="00B514A1" w:rsidRDefault="001111E8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F6324E">
        <w:trPr>
          <w:trHeight w:val="567"/>
        </w:trPr>
        <w:tc>
          <w:tcPr>
            <w:tcW w:w="1543" w:type="pct"/>
            <w:vMerge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BD5C32" w:rsidRPr="00DF7218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333707">
              <w:rPr>
                <w:rFonts w:ascii="Arial" w:hAnsi="Arial" w:cs="Arial"/>
                <w:sz w:val="20"/>
                <w:szCs w:val="20"/>
              </w:rPr>
              <w:t>Azzeramento franchigia</w:t>
            </w:r>
          </w:p>
        </w:tc>
        <w:tc>
          <w:tcPr>
            <w:tcW w:w="736" w:type="pct"/>
            <w:vAlign w:val="center"/>
          </w:tcPr>
          <w:p w:rsidR="00BD5C32" w:rsidRPr="00B514A1" w:rsidRDefault="001111E8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AF7DC5">
              <w:rPr>
                <w:rFonts w:ascii="Arial" w:eastAsia="Arial Unicode MS" w:hAnsi="Arial" w:cs="Arial"/>
                <w:sz w:val="36"/>
                <w:szCs w:val="36"/>
              </w:rPr>
              <w:t>6,5</w:t>
            </w:r>
          </w:p>
        </w:tc>
        <w:tc>
          <w:tcPr>
            <w:tcW w:w="659" w:type="pct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F47B8" w:rsidRPr="00545094" w:rsidTr="00C105BA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F47B8" w:rsidRPr="00541F49" w:rsidRDefault="00CF47B8" w:rsidP="00C105B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F47B8" w:rsidRPr="00545094" w:rsidRDefault="00CF47B8" w:rsidP="00C105BA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F47B8" w:rsidRPr="00545094" w:rsidRDefault="00CF47B8" w:rsidP="00C105B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F47B8" w:rsidRPr="00545094" w:rsidRDefault="00CF47B8" w:rsidP="00C105B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F47B8" w:rsidRPr="00545094" w:rsidTr="00C105BA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CF47B8" w:rsidRPr="00FC2244" w:rsidRDefault="00CF47B8" w:rsidP="00C105B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333707">
              <w:rPr>
                <w:rFonts w:ascii="Arial" w:hAnsi="Arial" w:cs="Arial"/>
                <w:sz w:val="20"/>
                <w:szCs w:val="20"/>
              </w:rPr>
              <w:t>Art. 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3370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Maggiori costi</w:t>
            </w:r>
          </w:p>
        </w:tc>
        <w:tc>
          <w:tcPr>
            <w:tcW w:w="2062" w:type="pct"/>
            <w:vAlign w:val="center"/>
          </w:tcPr>
          <w:p w:rsidR="00CF47B8" w:rsidRPr="00545094" w:rsidRDefault="00CF47B8" w:rsidP="00C105BA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temporale a </w:t>
            </w:r>
            <w:r w:rsidR="00252F5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giorni</w:t>
            </w:r>
          </w:p>
        </w:tc>
        <w:tc>
          <w:tcPr>
            <w:tcW w:w="736" w:type="pct"/>
            <w:vAlign w:val="center"/>
          </w:tcPr>
          <w:p w:rsidR="00CF47B8" w:rsidRPr="00B514A1" w:rsidRDefault="001111E8" w:rsidP="00C105B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CF47B8" w:rsidRPr="00B514A1" w:rsidRDefault="00CF47B8" w:rsidP="00C105B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F47B8" w:rsidRPr="00545094" w:rsidTr="00C105BA">
        <w:trPr>
          <w:trHeight w:hRule="exact" w:val="567"/>
        </w:trPr>
        <w:tc>
          <w:tcPr>
            <w:tcW w:w="1543" w:type="pct"/>
            <w:vMerge/>
            <w:vAlign w:val="center"/>
          </w:tcPr>
          <w:p w:rsidR="00CF47B8" w:rsidRPr="00333707" w:rsidRDefault="00CF47B8" w:rsidP="00CF47B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temporale</w:t>
            </w:r>
          </w:p>
        </w:tc>
        <w:tc>
          <w:tcPr>
            <w:tcW w:w="736" w:type="pct"/>
            <w:vAlign w:val="center"/>
          </w:tcPr>
          <w:p w:rsidR="00CF47B8" w:rsidRPr="00B514A1" w:rsidRDefault="001111E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AF7DC5">
              <w:rPr>
                <w:rFonts w:ascii="Arial" w:eastAsia="Arial Unicode MS" w:hAnsi="Arial" w:cs="Arial"/>
                <w:sz w:val="36"/>
                <w:szCs w:val="36"/>
              </w:rPr>
              <w:t>6,5</w:t>
            </w:r>
          </w:p>
        </w:tc>
        <w:tc>
          <w:tcPr>
            <w:tcW w:w="659" w:type="pct"/>
            <w:vAlign w:val="center"/>
          </w:tcPr>
          <w:p w:rsidR="00CF47B8" w:rsidRPr="00B514A1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F47B8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F47B8" w:rsidRPr="00541F49" w:rsidRDefault="00CF47B8" w:rsidP="00CF47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F47B8" w:rsidRPr="00545094" w:rsidTr="00D13570">
        <w:trPr>
          <w:trHeight w:hRule="exact" w:val="567"/>
        </w:trPr>
        <w:tc>
          <w:tcPr>
            <w:tcW w:w="1543" w:type="pct"/>
            <w:vAlign w:val="center"/>
          </w:tcPr>
          <w:p w:rsidR="00CF47B8" w:rsidRPr="00FC2244" w:rsidRDefault="00CF47B8" w:rsidP="00CF47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333707">
              <w:rPr>
                <w:rFonts w:ascii="Arial" w:hAnsi="Arial" w:cs="Arial"/>
                <w:sz w:val="20"/>
                <w:szCs w:val="20"/>
              </w:rPr>
              <w:t>Art. 34.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3370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Atti di terrorismo o di sabotaggio</w:t>
            </w:r>
          </w:p>
        </w:tc>
        <w:tc>
          <w:tcPr>
            <w:tcW w:w="2062" w:type="pct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Riduzione franchigia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minima </w:t>
            </w:r>
            <w:r w:rsidRPr="00DF7218">
              <w:rPr>
                <w:rFonts w:ascii="Arial" w:hAnsi="Arial" w:cs="Arial"/>
                <w:sz w:val="20"/>
                <w:szCs w:val="20"/>
              </w:rPr>
              <w:t>per ogni sinistro ad €</w:t>
            </w:r>
            <w:r w:rsidR="003E53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5784">
              <w:rPr>
                <w:rFonts w:ascii="Arial" w:hAnsi="Arial" w:cs="Arial"/>
                <w:sz w:val="20"/>
                <w:szCs w:val="20"/>
              </w:rPr>
              <w:t>1.0</w:t>
            </w:r>
            <w:r w:rsidRPr="00DF7218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CF47B8" w:rsidRPr="00B514A1" w:rsidRDefault="00AF7DC5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CF47B8" w:rsidRPr="00B514A1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CF47B8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F47B8" w:rsidRPr="00541F49" w:rsidRDefault="00CF47B8" w:rsidP="00CF47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F47B8" w:rsidRPr="00545094" w:rsidRDefault="00CF47B8" w:rsidP="00CF47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097187" w:rsidRPr="00545094" w:rsidTr="00850BC4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097187" w:rsidRPr="00333707" w:rsidRDefault="00097187" w:rsidP="005238B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33707">
              <w:rPr>
                <w:rFonts w:ascii="Arial" w:hAnsi="Arial" w:cs="Arial"/>
                <w:sz w:val="20"/>
                <w:szCs w:val="20"/>
              </w:rPr>
              <w:t>Art. 34.d – Franchigia</w:t>
            </w:r>
          </w:p>
        </w:tc>
        <w:tc>
          <w:tcPr>
            <w:tcW w:w="2062" w:type="pct"/>
            <w:vAlign w:val="center"/>
          </w:tcPr>
          <w:p w:rsidR="00097187" w:rsidRPr="00545094" w:rsidRDefault="00E725F0" w:rsidP="005238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Riduzione Franchigia minima per ogni sinistro ad € 250,00</w:t>
            </w:r>
          </w:p>
        </w:tc>
        <w:tc>
          <w:tcPr>
            <w:tcW w:w="736" w:type="pct"/>
            <w:vAlign w:val="center"/>
          </w:tcPr>
          <w:p w:rsidR="00097187" w:rsidRPr="00B514A1" w:rsidRDefault="00902C9F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097187" w:rsidRPr="00B514A1" w:rsidRDefault="00097187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097187" w:rsidRPr="00545094" w:rsidTr="00850BC4">
        <w:trPr>
          <w:trHeight w:hRule="exact" w:val="567"/>
        </w:trPr>
        <w:tc>
          <w:tcPr>
            <w:tcW w:w="1543" w:type="pct"/>
            <w:vMerge/>
            <w:vAlign w:val="center"/>
          </w:tcPr>
          <w:p w:rsidR="00097187" w:rsidRPr="00333707" w:rsidRDefault="00097187" w:rsidP="005238B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097187" w:rsidRPr="00333707" w:rsidRDefault="00E725F0" w:rsidP="005238B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minima</w:t>
            </w:r>
          </w:p>
        </w:tc>
        <w:tc>
          <w:tcPr>
            <w:tcW w:w="736" w:type="pct"/>
            <w:vAlign w:val="center"/>
          </w:tcPr>
          <w:p w:rsidR="00097187" w:rsidRDefault="00CC5D3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4A7B82"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097187" w:rsidRPr="00B514A1" w:rsidRDefault="00CC5D3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238B8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238B8" w:rsidRPr="00541F49" w:rsidRDefault="005238B8" w:rsidP="005238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238B8" w:rsidRPr="00545094" w:rsidTr="00F6324E">
        <w:trPr>
          <w:trHeight w:hRule="exact" w:val="567"/>
        </w:trPr>
        <w:tc>
          <w:tcPr>
            <w:tcW w:w="1543" w:type="pct"/>
            <w:vAlign w:val="center"/>
          </w:tcPr>
          <w:p w:rsidR="005238B8" w:rsidRPr="007A5DFB" w:rsidRDefault="005238B8" w:rsidP="005238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bookmarkStart w:id="0" w:name="_Hlk38287954"/>
            <w:r w:rsidRPr="00BF73D9">
              <w:rPr>
                <w:rFonts w:ascii="Arial" w:hAnsi="Arial" w:cs="Arial"/>
                <w:sz w:val="20"/>
                <w:szCs w:val="20"/>
              </w:rPr>
              <w:t>Art. 34.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BF73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F73D9">
              <w:rPr>
                <w:rFonts w:ascii="Arial" w:hAnsi="Arial" w:cs="Arial"/>
                <w:sz w:val="20"/>
                <w:szCs w:val="20"/>
              </w:rPr>
              <w:t xml:space="preserve"> Terremoto</w:t>
            </w:r>
          </w:p>
        </w:tc>
        <w:tc>
          <w:tcPr>
            <w:tcW w:w="2062" w:type="pct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BF73D9">
              <w:rPr>
                <w:rFonts w:ascii="Arial" w:hAnsi="Arial" w:cs="Arial"/>
                <w:sz w:val="20"/>
                <w:szCs w:val="20"/>
              </w:rPr>
              <w:t xml:space="preserve">Riduzione franchigia </w:t>
            </w:r>
            <w:r>
              <w:rPr>
                <w:rFonts w:ascii="Arial" w:hAnsi="Arial" w:cs="Arial"/>
                <w:sz w:val="20"/>
                <w:szCs w:val="20"/>
              </w:rPr>
              <w:t>minima</w:t>
            </w:r>
            <w:r w:rsidRPr="00DF72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3D9">
              <w:rPr>
                <w:rFonts w:ascii="Arial" w:hAnsi="Arial" w:cs="Arial"/>
                <w:sz w:val="20"/>
                <w:szCs w:val="20"/>
              </w:rPr>
              <w:t xml:space="preserve">per ogni sinistro ad € </w:t>
            </w:r>
            <w:r w:rsidR="004E6996">
              <w:rPr>
                <w:rFonts w:ascii="Arial" w:hAnsi="Arial" w:cs="Arial"/>
                <w:sz w:val="20"/>
                <w:szCs w:val="20"/>
              </w:rPr>
              <w:t>5</w:t>
            </w:r>
            <w:r w:rsidRPr="00BF73D9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5238B8" w:rsidRPr="00B514A1" w:rsidRDefault="00AF7DC5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5238B8" w:rsidRPr="00B514A1" w:rsidRDefault="005238B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bookmarkEnd w:id="0"/>
      <w:tr w:rsidR="005238B8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238B8" w:rsidRPr="00541F49" w:rsidRDefault="005238B8" w:rsidP="005238B8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238B8" w:rsidRPr="00545094" w:rsidRDefault="005238B8" w:rsidP="005238B8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B61EFF" w:rsidRPr="00B514A1" w:rsidTr="003910CD">
        <w:trPr>
          <w:trHeight w:hRule="exact" w:val="567"/>
        </w:trPr>
        <w:tc>
          <w:tcPr>
            <w:tcW w:w="1543" w:type="pct"/>
            <w:vAlign w:val="center"/>
          </w:tcPr>
          <w:p w:rsidR="00B61EFF" w:rsidRPr="007A5DFB" w:rsidRDefault="00B61EFF" w:rsidP="003910CD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BF73D9">
              <w:rPr>
                <w:rFonts w:ascii="Arial" w:hAnsi="Arial" w:cs="Arial"/>
                <w:sz w:val="20"/>
                <w:szCs w:val="20"/>
              </w:rPr>
              <w:t>Art.</w:t>
            </w:r>
            <w:r>
              <w:rPr>
                <w:rFonts w:ascii="Arial" w:hAnsi="Arial" w:cs="Arial"/>
                <w:sz w:val="20"/>
                <w:szCs w:val="20"/>
              </w:rPr>
              <w:t xml:space="preserve"> 38 Onorari periti</w:t>
            </w:r>
          </w:p>
        </w:tc>
        <w:tc>
          <w:tcPr>
            <w:tcW w:w="2062" w:type="pct"/>
            <w:vAlign w:val="center"/>
          </w:tcPr>
          <w:p w:rsidR="00B61EFF" w:rsidRPr="00545094" w:rsidRDefault="00B61EFF" w:rsidP="003910CD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indennizzo a € </w:t>
            </w:r>
            <w:r w:rsidR="0018220B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B61EFF" w:rsidRPr="00B514A1" w:rsidRDefault="00B61EFF" w:rsidP="003910CD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4A7B82">
              <w:rPr>
                <w:rFonts w:ascii="Arial" w:eastAsia="Arial Unicode MS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B61EFF" w:rsidRPr="00B514A1" w:rsidRDefault="00B61EFF" w:rsidP="003910CD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</w:tbl>
    <w:p w:rsidR="00B61EFF" w:rsidRDefault="00B61EFF" w:rsidP="00B61EFF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lastRenderedPageBreak/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B61EFF" w:rsidRDefault="00B61EF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1E5109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68A" w:rsidRDefault="0066268A">
      <w:r>
        <w:separator/>
      </w:r>
    </w:p>
  </w:endnote>
  <w:endnote w:type="continuationSeparator" w:id="0">
    <w:p w:rsidR="0066268A" w:rsidRDefault="00662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68A" w:rsidRDefault="0066268A">
      <w:r>
        <w:separator/>
      </w:r>
    </w:p>
  </w:footnote>
  <w:footnote w:type="continuationSeparator" w:id="0">
    <w:p w:rsidR="0066268A" w:rsidRDefault="0066268A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B61EFF" w:rsidRPr="00543D58" w:rsidRDefault="00B61EFF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1E5109" w:rsidRPr="008956EB" w:rsidRDefault="001E5109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CD531F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CD531F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64C83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109" w:rsidRPr="00F159CC" w:rsidRDefault="001E5109" w:rsidP="001E5109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1E5109" w:rsidRPr="00F159CC" w:rsidRDefault="001E5109" w:rsidP="001E5109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1E5109" w:rsidRPr="00250406" w:rsidRDefault="001E5109" w:rsidP="001E5109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CD531F">
      <w:rPr>
        <w:rFonts w:ascii="Arial" w:hAnsi="Arial" w:cs="Arial"/>
        <w:b/>
        <w:bCs/>
        <w:i/>
        <w:noProof/>
        <w:sz w:val="18"/>
        <w:szCs w:val="18"/>
      </w:rPr>
      <w:t>1</w: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CD531F">
      <w:rPr>
        <w:rFonts w:ascii="Arial" w:hAnsi="Arial" w:cs="Arial"/>
        <w:b/>
        <w:bCs/>
        <w:i/>
        <w:noProof/>
        <w:sz w:val="18"/>
        <w:szCs w:val="18"/>
      </w:rPr>
      <w:t>2</w:t>
    </w:r>
    <w:r w:rsidR="00064C83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1E5109" w:rsidRPr="007100BD" w:rsidRDefault="001E5109" w:rsidP="001E5109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5CE2"/>
    <w:rsid w:val="00046B7B"/>
    <w:rsid w:val="00052F98"/>
    <w:rsid w:val="00061756"/>
    <w:rsid w:val="00064C83"/>
    <w:rsid w:val="0007221B"/>
    <w:rsid w:val="00084955"/>
    <w:rsid w:val="00097187"/>
    <w:rsid w:val="0009767B"/>
    <w:rsid w:val="000A177F"/>
    <w:rsid w:val="000B2CE9"/>
    <w:rsid w:val="000F04F0"/>
    <w:rsid w:val="000F07AB"/>
    <w:rsid w:val="001111E8"/>
    <w:rsid w:val="00112790"/>
    <w:rsid w:val="00117F82"/>
    <w:rsid w:val="00124D40"/>
    <w:rsid w:val="00124FB8"/>
    <w:rsid w:val="00134545"/>
    <w:rsid w:val="00154332"/>
    <w:rsid w:val="0015624F"/>
    <w:rsid w:val="00167FAA"/>
    <w:rsid w:val="0018220B"/>
    <w:rsid w:val="0018682E"/>
    <w:rsid w:val="001B738F"/>
    <w:rsid w:val="001E5109"/>
    <w:rsid w:val="00216BB7"/>
    <w:rsid w:val="00223CA8"/>
    <w:rsid w:val="0023495D"/>
    <w:rsid w:val="00237486"/>
    <w:rsid w:val="00240F86"/>
    <w:rsid w:val="00250406"/>
    <w:rsid w:val="00252F5B"/>
    <w:rsid w:val="00280DD2"/>
    <w:rsid w:val="002D4F2D"/>
    <w:rsid w:val="0031630F"/>
    <w:rsid w:val="00325705"/>
    <w:rsid w:val="003278AF"/>
    <w:rsid w:val="00333707"/>
    <w:rsid w:val="00335784"/>
    <w:rsid w:val="003402B0"/>
    <w:rsid w:val="00340A5A"/>
    <w:rsid w:val="0036118D"/>
    <w:rsid w:val="00382E08"/>
    <w:rsid w:val="0039090C"/>
    <w:rsid w:val="00392DBA"/>
    <w:rsid w:val="00395033"/>
    <w:rsid w:val="003A2260"/>
    <w:rsid w:val="003A3660"/>
    <w:rsid w:val="003D513E"/>
    <w:rsid w:val="003E5361"/>
    <w:rsid w:val="00402DA4"/>
    <w:rsid w:val="00424EA0"/>
    <w:rsid w:val="00425948"/>
    <w:rsid w:val="00430AA7"/>
    <w:rsid w:val="00445589"/>
    <w:rsid w:val="00461F05"/>
    <w:rsid w:val="00473EF6"/>
    <w:rsid w:val="00494820"/>
    <w:rsid w:val="004A6E0F"/>
    <w:rsid w:val="004A7B82"/>
    <w:rsid w:val="004B6160"/>
    <w:rsid w:val="004E6996"/>
    <w:rsid w:val="005126F7"/>
    <w:rsid w:val="00513925"/>
    <w:rsid w:val="005238B8"/>
    <w:rsid w:val="00531DF5"/>
    <w:rsid w:val="00543B14"/>
    <w:rsid w:val="00543D58"/>
    <w:rsid w:val="00564A2D"/>
    <w:rsid w:val="00575959"/>
    <w:rsid w:val="00576A16"/>
    <w:rsid w:val="005A78D2"/>
    <w:rsid w:val="005B4FC3"/>
    <w:rsid w:val="005D23B3"/>
    <w:rsid w:val="005D5AF8"/>
    <w:rsid w:val="005E13C2"/>
    <w:rsid w:val="005F093E"/>
    <w:rsid w:val="005F0BBA"/>
    <w:rsid w:val="00601CBF"/>
    <w:rsid w:val="00610677"/>
    <w:rsid w:val="00612C2F"/>
    <w:rsid w:val="00653D76"/>
    <w:rsid w:val="00656F71"/>
    <w:rsid w:val="00657AC9"/>
    <w:rsid w:val="0066268A"/>
    <w:rsid w:val="0066460A"/>
    <w:rsid w:val="006A131D"/>
    <w:rsid w:val="006A2CD8"/>
    <w:rsid w:val="006C3A1D"/>
    <w:rsid w:val="006C590F"/>
    <w:rsid w:val="006C7939"/>
    <w:rsid w:val="006D7254"/>
    <w:rsid w:val="007100BD"/>
    <w:rsid w:val="0073300B"/>
    <w:rsid w:val="00750FCF"/>
    <w:rsid w:val="007955C3"/>
    <w:rsid w:val="007A3AD0"/>
    <w:rsid w:val="007A4CD0"/>
    <w:rsid w:val="007B2319"/>
    <w:rsid w:val="007C7E9C"/>
    <w:rsid w:val="007E4BC9"/>
    <w:rsid w:val="007E5152"/>
    <w:rsid w:val="007E56A8"/>
    <w:rsid w:val="007E75BD"/>
    <w:rsid w:val="007F1BE9"/>
    <w:rsid w:val="00801B0B"/>
    <w:rsid w:val="00803C31"/>
    <w:rsid w:val="00816653"/>
    <w:rsid w:val="00837A1D"/>
    <w:rsid w:val="00855CE2"/>
    <w:rsid w:val="00874626"/>
    <w:rsid w:val="00890046"/>
    <w:rsid w:val="00893629"/>
    <w:rsid w:val="00893AC4"/>
    <w:rsid w:val="008956EB"/>
    <w:rsid w:val="008A665D"/>
    <w:rsid w:val="008D12D1"/>
    <w:rsid w:val="008E0150"/>
    <w:rsid w:val="008F1254"/>
    <w:rsid w:val="008F378A"/>
    <w:rsid w:val="008F3A47"/>
    <w:rsid w:val="00902C9F"/>
    <w:rsid w:val="00960277"/>
    <w:rsid w:val="0097668D"/>
    <w:rsid w:val="009859BB"/>
    <w:rsid w:val="009B218C"/>
    <w:rsid w:val="009F3076"/>
    <w:rsid w:val="009F4288"/>
    <w:rsid w:val="00A2301C"/>
    <w:rsid w:val="00A23030"/>
    <w:rsid w:val="00A40C0B"/>
    <w:rsid w:val="00A70C93"/>
    <w:rsid w:val="00A86FB1"/>
    <w:rsid w:val="00A931CE"/>
    <w:rsid w:val="00AA3ADE"/>
    <w:rsid w:val="00AC7F1D"/>
    <w:rsid w:val="00AD2381"/>
    <w:rsid w:val="00AD4AC4"/>
    <w:rsid w:val="00AE40B0"/>
    <w:rsid w:val="00AE59CA"/>
    <w:rsid w:val="00AF7DC5"/>
    <w:rsid w:val="00B13F3F"/>
    <w:rsid w:val="00B35077"/>
    <w:rsid w:val="00B36FE3"/>
    <w:rsid w:val="00B4389B"/>
    <w:rsid w:val="00B44613"/>
    <w:rsid w:val="00B61482"/>
    <w:rsid w:val="00B61EFF"/>
    <w:rsid w:val="00B62BE5"/>
    <w:rsid w:val="00B815CF"/>
    <w:rsid w:val="00B93914"/>
    <w:rsid w:val="00BB3D79"/>
    <w:rsid w:val="00BB4260"/>
    <w:rsid w:val="00BD5C32"/>
    <w:rsid w:val="00BD7352"/>
    <w:rsid w:val="00BF542F"/>
    <w:rsid w:val="00BF73D9"/>
    <w:rsid w:val="00C004D4"/>
    <w:rsid w:val="00C2361F"/>
    <w:rsid w:val="00C26085"/>
    <w:rsid w:val="00C3186C"/>
    <w:rsid w:val="00C43A2F"/>
    <w:rsid w:val="00C44242"/>
    <w:rsid w:val="00C51EF4"/>
    <w:rsid w:val="00C74C7D"/>
    <w:rsid w:val="00C87E94"/>
    <w:rsid w:val="00C95A81"/>
    <w:rsid w:val="00CC5D38"/>
    <w:rsid w:val="00CD3481"/>
    <w:rsid w:val="00CD531F"/>
    <w:rsid w:val="00CE2A33"/>
    <w:rsid w:val="00CF1441"/>
    <w:rsid w:val="00CF47B8"/>
    <w:rsid w:val="00D0545D"/>
    <w:rsid w:val="00D200EC"/>
    <w:rsid w:val="00D32996"/>
    <w:rsid w:val="00D33325"/>
    <w:rsid w:val="00D54857"/>
    <w:rsid w:val="00D713B6"/>
    <w:rsid w:val="00D75215"/>
    <w:rsid w:val="00D812ED"/>
    <w:rsid w:val="00D870CA"/>
    <w:rsid w:val="00DA3FED"/>
    <w:rsid w:val="00DB36CB"/>
    <w:rsid w:val="00DD0544"/>
    <w:rsid w:val="00DD0F45"/>
    <w:rsid w:val="00E00448"/>
    <w:rsid w:val="00E06980"/>
    <w:rsid w:val="00E26E24"/>
    <w:rsid w:val="00E30347"/>
    <w:rsid w:val="00E308A1"/>
    <w:rsid w:val="00E67410"/>
    <w:rsid w:val="00E7072C"/>
    <w:rsid w:val="00E725F0"/>
    <w:rsid w:val="00E72C8C"/>
    <w:rsid w:val="00E86034"/>
    <w:rsid w:val="00E93CE1"/>
    <w:rsid w:val="00E9753B"/>
    <w:rsid w:val="00EA0207"/>
    <w:rsid w:val="00EA66EE"/>
    <w:rsid w:val="00F01516"/>
    <w:rsid w:val="00F03F5E"/>
    <w:rsid w:val="00F13611"/>
    <w:rsid w:val="00F159CC"/>
    <w:rsid w:val="00F21E3D"/>
    <w:rsid w:val="00F6324E"/>
    <w:rsid w:val="00F71CE8"/>
    <w:rsid w:val="00F72306"/>
    <w:rsid w:val="00F87253"/>
    <w:rsid w:val="00F97088"/>
    <w:rsid w:val="00FC2E63"/>
    <w:rsid w:val="00FE384D"/>
    <w:rsid w:val="00FF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B61EFF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E975-EC41-490C-A6C5-FE659560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95</TotalTime>
  <Pages>2</Pages>
  <Words>323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36</cp:revision>
  <cp:lastPrinted>2016-08-30T14:34:00Z</cp:lastPrinted>
  <dcterms:created xsi:type="dcterms:W3CDTF">2016-09-09T07:54:00Z</dcterms:created>
  <dcterms:modified xsi:type="dcterms:W3CDTF">2021-06-01T14:38:00Z</dcterms:modified>
</cp:coreProperties>
</file>